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60F" w:rsidRDefault="002C160F" w:rsidP="00E838C1">
      <w:pPr>
        <w:jc w:val="center"/>
        <w:rPr>
          <w:rFonts w:ascii="Arial" w:hAnsi="Arial" w:cs="Arial"/>
          <w:b/>
          <w:sz w:val="38"/>
          <w:szCs w:val="38"/>
        </w:rPr>
      </w:pPr>
    </w:p>
    <w:p w:rsidR="002C160F" w:rsidRPr="009708A5" w:rsidRDefault="002C160F" w:rsidP="00E838C1">
      <w:pPr>
        <w:jc w:val="center"/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Agenda: Tuesday, 9/28</w:t>
      </w:r>
    </w:p>
    <w:p w:rsidR="002C160F" w:rsidRPr="009708A5" w:rsidRDefault="002C160F" w:rsidP="00E838C1">
      <w:pPr>
        <w:rPr>
          <w:rFonts w:ascii="Arial" w:hAnsi="Arial" w:cs="Arial"/>
          <w:b/>
          <w:sz w:val="38"/>
          <w:szCs w:val="38"/>
        </w:rPr>
      </w:pPr>
    </w:p>
    <w:p w:rsidR="002C160F" w:rsidRDefault="002C160F" w:rsidP="00E838C1">
      <w:pPr>
        <w:rPr>
          <w:rFonts w:ascii="Arial" w:hAnsi="Arial" w:cs="Arial"/>
          <w:b/>
          <w:sz w:val="38"/>
          <w:szCs w:val="38"/>
        </w:rPr>
      </w:pPr>
    </w:p>
    <w:p w:rsidR="002C160F" w:rsidRDefault="002C160F" w:rsidP="00E838C1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Do you owe me any work? You must hand it in</w:t>
      </w:r>
    </w:p>
    <w:p w:rsidR="002C160F" w:rsidRDefault="002C160F" w:rsidP="00E838C1">
      <w:pPr>
        <w:ind w:firstLine="360"/>
        <w:rPr>
          <w:rFonts w:ascii="Arial" w:hAnsi="Arial" w:cs="Arial"/>
          <w:b/>
          <w:sz w:val="38"/>
          <w:szCs w:val="38"/>
        </w:rPr>
      </w:pPr>
    </w:p>
    <w:p w:rsidR="002C160F" w:rsidRDefault="002C160F" w:rsidP="00930358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Laboratory Contract- read and sign</w:t>
      </w:r>
    </w:p>
    <w:p w:rsidR="002C160F" w:rsidRDefault="002C160F" w:rsidP="00F84CAC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Take home &amp; have parent/guardian sign also</w:t>
      </w:r>
    </w:p>
    <w:p w:rsidR="002C160F" w:rsidRDefault="002C160F" w:rsidP="00E126B2">
      <w:pPr>
        <w:pStyle w:val="ListParagraph"/>
        <w:rPr>
          <w:rFonts w:ascii="Arial" w:hAnsi="Arial" w:cs="Arial"/>
          <w:b/>
          <w:sz w:val="38"/>
          <w:szCs w:val="38"/>
        </w:rPr>
      </w:pPr>
    </w:p>
    <w:p w:rsidR="002C160F" w:rsidRDefault="002C160F" w:rsidP="00930358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Measurement Lab</w:t>
      </w:r>
    </w:p>
    <w:p w:rsidR="002C160F" w:rsidRDefault="002C160F" w:rsidP="00D239E4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Work in pairs or 3s (people you are sitting next to</w:t>
      </w:r>
      <w:bookmarkStart w:id="0" w:name="_GoBack"/>
      <w:bookmarkEnd w:id="0"/>
      <w:r>
        <w:rPr>
          <w:rFonts w:ascii="Arial" w:hAnsi="Arial" w:cs="Arial"/>
          <w:b/>
          <w:sz w:val="38"/>
          <w:szCs w:val="38"/>
        </w:rPr>
        <w:t>)</w:t>
      </w:r>
    </w:p>
    <w:p w:rsidR="002C160F" w:rsidRDefault="002C160F" w:rsidP="00D239E4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Significant figures</w:t>
      </w:r>
    </w:p>
    <w:p w:rsidR="002C160F" w:rsidRDefault="002C160F" w:rsidP="00D239E4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Proper units</w:t>
      </w:r>
    </w:p>
    <w:p w:rsidR="002C160F" w:rsidRDefault="002C160F" w:rsidP="005255DC">
      <w:pPr>
        <w:ind w:left="360"/>
        <w:rPr>
          <w:rFonts w:ascii="Arial" w:hAnsi="Arial" w:cs="Arial"/>
          <w:b/>
          <w:sz w:val="38"/>
          <w:szCs w:val="38"/>
        </w:rPr>
      </w:pPr>
    </w:p>
    <w:p w:rsidR="002C160F" w:rsidRDefault="002C160F" w:rsidP="005255DC">
      <w:pPr>
        <w:numPr>
          <w:ilvl w:val="0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Measurement Assessment Thursday</w:t>
      </w:r>
    </w:p>
    <w:p w:rsidR="002C160F" w:rsidRDefault="002C160F" w:rsidP="005255DC">
      <w:pPr>
        <w:numPr>
          <w:ilvl w:val="1"/>
          <w:numId w:val="1"/>
        </w:num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Can you measure properly on your own?</w:t>
      </w:r>
    </w:p>
    <w:p w:rsidR="002C160F" w:rsidRDefault="002C160F" w:rsidP="00E838C1">
      <w:pPr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 xml:space="preserve"> </w:t>
      </w:r>
    </w:p>
    <w:p w:rsidR="002C160F" w:rsidRPr="00B76876" w:rsidRDefault="002C160F" w:rsidP="00E838C1">
      <w:pPr>
        <w:jc w:val="center"/>
        <w:rPr>
          <w:rFonts w:ascii="Arial" w:hAnsi="Arial" w:cs="Arial"/>
          <w:b/>
          <w:sz w:val="34"/>
          <w:szCs w:val="34"/>
        </w:rPr>
      </w:pPr>
    </w:p>
    <w:p w:rsidR="002C160F" w:rsidRPr="009708A5" w:rsidRDefault="002C160F" w:rsidP="00E838C1">
      <w:pPr>
        <w:rPr>
          <w:rFonts w:ascii="Arial" w:hAnsi="Arial" w:cs="Arial"/>
          <w:b/>
          <w:sz w:val="38"/>
          <w:szCs w:val="38"/>
        </w:rPr>
      </w:pPr>
    </w:p>
    <w:p w:rsidR="002C160F" w:rsidRPr="009708A5" w:rsidRDefault="002C160F" w:rsidP="00E838C1">
      <w:pPr>
        <w:rPr>
          <w:rFonts w:ascii="Arial" w:hAnsi="Arial" w:cs="Arial"/>
          <w:b/>
          <w:sz w:val="38"/>
          <w:szCs w:val="38"/>
        </w:rPr>
      </w:pPr>
    </w:p>
    <w:p w:rsidR="002C160F" w:rsidRPr="009708A5" w:rsidRDefault="002C160F" w:rsidP="00E838C1">
      <w:pPr>
        <w:rPr>
          <w:rFonts w:ascii="Arial" w:hAnsi="Arial" w:cs="Arial"/>
          <w:b/>
          <w:sz w:val="38"/>
          <w:szCs w:val="38"/>
        </w:rPr>
      </w:pPr>
    </w:p>
    <w:p w:rsidR="002C160F" w:rsidRPr="009708A5" w:rsidRDefault="002C160F" w:rsidP="00E838C1">
      <w:pPr>
        <w:rPr>
          <w:rFonts w:ascii="Arial" w:hAnsi="Arial" w:cs="Arial"/>
          <w:b/>
          <w:sz w:val="38"/>
          <w:szCs w:val="38"/>
        </w:rPr>
      </w:pPr>
    </w:p>
    <w:p w:rsidR="002C160F" w:rsidRPr="009708A5" w:rsidRDefault="002C160F" w:rsidP="00E838C1">
      <w:pPr>
        <w:rPr>
          <w:rFonts w:ascii="Arial" w:hAnsi="Arial" w:cs="Arial"/>
          <w:b/>
          <w:sz w:val="38"/>
          <w:szCs w:val="38"/>
        </w:rPr>
      </w:pPr>
    </w:p>
    <w:p w:rsidR="002C160F" w:rsidRPr="009708A5" w:rsidRDefault="002C160F" w:rsidP="00E838C1">
      <w:pPr>
        <w:rPr>
          <w:rFonts w:ascii="Arial" w:hAnsi="Arial" w:cs="Arial"/>
          <w:b/>
          <w:sz w:val="38"/>
          <w:szCs w:val="38"/>
        </w:rPr>
      </w:pPr>
    </w:p>
    <w:p w:rsidR="002C160F" w:rsidRDefault="002C160F"/>
    <w:sectPr w:rsidR="002C160F" w:rsidSect="00B36C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576C2"/>
    <w:multiLevelType w:val="hybridMultilevel"/>
    <w:tmpl w:val="B22022D8"/>
    <w:lvl w:ilvl="0" w:tplc="00110409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70409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8C1"/>
    <w:rsid w:val="00154F02"/>
    <w:rsid w:val="002A2F57"/>
    <w:rsid w:val="002C160F"/>
    <w:rsid w:val="005255DC"/>
    <w:rsid w:val="006E1413"/>
    <w:rsid w:val="00747182"/>
    <w:rsid w:val="00930358"/>
    <w:rsid w:val="009708A5"/>
    <w:rsid w:val="00A904FD"/>
    <w:rsid w:val="00B36CA4"/>
    <w:rsid w:val="00B76876"/>
    <w:rsid w:val="00C96A96"/>
    <w:rsid w:val="00D239E4"/>
    <w:rsid w:val="00D7481A"/>
    <w:rsid w:val="00E126B2"/>
    <w:rsid w:val="00E838C1"/>
    <w:rsid w:val="00F416FA"/>
    <w:rsid w:val="00F84CAC"/>
    <w:rsid w:val="00FA1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8C1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471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1</Pages>
  <Words>49</Words>
  <Characters>283</Characters>
  <Application>Microsoft Office Outlook</Application>
  <DocSecurity>0</DocSecurity>
  <Lines>0</Lines>
  <Paragraphs>0</Paragraphs>
  <ScaleCrop>false</ScaleCrop>
  <Company>Norristown Area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Laskey, Concetta</dc:creator>
  <cp:keywords/>
  <dc:description/>
  <cp:lastModifiedBy>NASD</cp:lastModifiedBy>
  <cp:revision>12</cp:revision>
  <dcterms:created xsi:type="dcterms:W3CDTF">2010-09-27T16:31:00Z</dcterms:created>
  <dcterms:modified xsi:type="dcterms:W3CDTF">2010-09-28T12:53:00Z</dcterms:modified>
</cp:coreProperties>
</file>